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39657B" w:rsidRDefault="002E3F29"/>
    <w:p w14:paraId="06C71D7B" w14:textId="5EEA5B36" w:rsidR="0039657B" w:rsidRPr="00F95636" w:rsidRDefault="000D0740"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b/>
          <w:bCs/>
          <w:kern w:val="0"/>
          <w:sz w:val="20"/>
          <w:szCs w:val="20"/>
        </w:rPr>
        <w:t>Themaverhaal</w:t>
      </w:r>
    </w:p>
    <w:p w14:paraId="1FC29A14"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 xml:space="preserve">Jasmijn heeft een volgende spoor ontdekt over de hacker zelf. Het lijkt erop dat de hacker gebruik heeft gemaakt van een VPN, en hiermee via verschillende buitenlandse servers is gegaan om uiteindelijk bij de school binnen te dringen. Ze zegt tegen de anderen “Jongens! We moeten hier achteraangaan, misschien als we de sporen door de verschillende landen volgen, dan kunnen we uitvogelen waar de hacker hier in Nederland vandaan komt!” </w:t>
      </w:r>
    </w:p>
    <w:p w14:paraId="2D73F1BE"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p>
    <w:p w14:paraId="079DB30E" w14:textId="69DB07C9" w:rsidR="0039657B" w:rsidRPr="00F95636" w:rsidRDefault="000D0740"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b/>
          <w:bCs/>
          <w:kern w:val="0"/>
          <w:sz w:val="20"/>
          <w:szCs w:val="20"/>
        </w:rPr>
        <w:t>Activiteit</w:t>
      </w:r>
    </w:p>
    <w:p w14:paraId="47EAE5FE" w14:textId="50792591" w:rsidR="0039657B" w:rsidRPr="00F95636" w:rsidRDefault="0039657B"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 xml:space="preserve">De hacker is </w:t>
      </w:r>
      <w:r w:rsidR="00F95636" w:rsidRPr="00F95636">
        <w:rPr>
          <w:rFonts w:ascii="Arial" w:hAnsi="Arial" w:cs="Arial"/>
          <w:kern w:val="0"/>
          <w:sz w:val="20"/>
          <w:szCs w:val="20"/>
        </w:rPr>
        <w:t>vanuit</w:t>
      </w:r>
      <w:r w:rsidRPr="00F95636">
        <w:rPr>
          <w:rFonts w:ascii="Arial" w:hAnsi="Arial" w:cs="Arial"/>
          <w:kern w:val="0"/>
          <w:sz w:val="20"/>
          <w:szCs w:val="20"/>
        </w:rPr>
        <w:t xml:space="preserve"> Nederland ingelogd op een buitenlandse server, en daarna op een ander, en weer een ander, om uiteindelijk bij de School uit te komen. De scouts moeten het pad van achter naar voren nalopen om te kijken via welke landen de hacker is gegaan. De scouts krijgen verschillende zinnen die in een bepaalde taal geschreven staan. Deze zin moet worden vertaald naar het Nederlands, en geeft dan een hint vanaf welk land er op die server is ingelogd. Deze hint moet dan uitgezocht worden op het internet. </w:t>
      </w:r>
    </w:p>
    <w:p w14:paraId="61F6F5F5"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p>
    <w:p w14:paraId="19862D2C"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 xml:space="preserve">Bij de benodigdheden staan een aantal zinnen welke gebruikt kunnen worden, uiteraard kan je deze ook verder uitbreiden hoe je wil </w:t>
      </w:r>
    </w:p>
    <w:p w14:paraId="337D1105"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p>
    <w:p w14:paraId="6F8BB03B"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b/>
          <w:bCs/>
          <w:kern w:val="0"/>
          <w:sz w:val="20"/>
          <w:szCs w:val="20"/>
        </w:rPr>
        <w:t xml:space="preserve">Benodigdheden </w:t>
      </w:r>
    </w:p>
    <w:p w14:paraId="7E10EF4A" w14:textId="0389542B" w:rsidR="0039657B" w:rsidRPr="00F95636" w:rsidRDefault="0039657B" w:rsidP="0039657B">
      <w:pPr>
        <w:pStyle w:val="ListParagraph"/>
        <w:numPr>
          <w:ilvl w:val="0"/>
          <w:numId w:val="2"/>
        </w:num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 xml:space="preserve">Geheimzinnen </w:t>
      </w:r>
    </w:p>
    <w:p w14:paraId="4FCF28FA" w14:textId="3CFCB134" w:rsidR="0039657B" w:rsidRPr="00F95636" w:rsidRDefault="0039657B" w:rsidP="0039657B">
      <w:pPr>
        <w:pStyle w:val="ListParagraph"/>
        <w:numPr>
          <w:ilvl w:val="0"/>
          <w:numId w:val="2"/>
        </w:num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Computer waar dit op uitgezocht kan worden</w:t>
      </w:r>
    </w:p>
    <w:p w14:paraId="7FF23D2C" w14:textId="77777777" w:rsidR="0039657B" w:rsidRPr="00F95636" w:rsidRDefault="0039657B" w:rsidP="0039657B">
      <w:pPr>
        <w:autoSpaceDE w:val="0"/>
        <w:autoSpaceDN w:val="0"/>
        <w:adjustRightInd w:val="0"/>
        <w:spacing w:after="0" w:line="240" w:lineRule="auto"/>
        <w:rPr>
          <w:rFonts w:ascii="Arial" w:hAnsi="Arial" w:cs="Arial"/>
          <w:kern w:val="0"/>
          <w:sz w:val="20"/>
          <w:szCs w:val="20"/>
        </w:rPr>
      </w:pPr>
    </w:p>
    <w:p w14:paraId="209DD451" w14:textId="016C73B2" w:rsidR="0039657B" w:rsidRPr="00F95636" w:rsidRDefault="0039657B" w:rsidP="0039657B">
      <w:pPr>
        <w:autoSpaceDE w:val="0"/>
        <w:autoSpaceDN w:val="0"/>
        <w:adjustRightInd w:val="0"/>
        <w:spacing w:after="0" w:line="240" w:lineRule="auto"/>
        <w:rPr>
          <w:rFonts w:ascii="Arial" w:hAnsi="Arial" w:cs="Arial"/>
          <w:kern w:val="0"/>
          <w:sz w:val="20"/>
          <w:szCs w:val="20"/>
        </w:rPr>
      </w:pPr>
      <w:r w:rsidRPr="00F95636">
        <w:rPr>
          <w:rFonts w:ascii="Arial" w:hAnsi="Arial" w:cs="Arial"/>
          <w:b/>
          <w:bCs/>
          <w:kern w:val="0"/>
          <w:sz w:val="20"/>
          <w:szCs w:val="20"/>
        </w:rPr>
        <w:t>Activiteitengebieden</w:t>
      </w:r>
    </w:p>
    <w:p w14:paraId="7A228D75" w14:textId="013AD276" w:rsidR="002E3F29" w:rsidRPr="00F95636" w:rsidRDefault="0039657B" w:rsidP="002E3F29">
      <w:pPr>
        <w:pStyle w:val="ListParagraph"/>
        <w:numPr>
          <w:ilvl w:val="0"/>
          <w:numId w:val="2"/>
        </w:numPr>
        <w:autoSpaceDE w:val="0"/>
        <w:autoSpaceDN w:val="0"/>
        <w:adjustRightInd w:val="0"/>
        <w:spacing w:after="0" w:line="240" w:lineRule="auto"/>
        <w:rPr>
          <w:rFonts w:ascii="Arial" w:hAnsi="Arial" w:cs="Arial"/>
          <w:kern w:val="0"/>
          <w:sz w:val="20"/>
          <w:szCs w:val="20"/>
        </w:rPr>
      </w:pPr>
      <w:r w:rsidRPr="00F95636">
        <w:rPr>
          <w:rFonts w:ascii="Arial" w:hAnsi="Arial" w:cs="Arial"/>
          <w:kern w:val="0"/>
          <w:sz w:val="20"/>
          <w:szCs w:val="20"/>
        </w:rPr>
        <w:t>Internationaal</w:t>
      </w:r>
    </w:p>
    <w:sectPr w:rsidR="002E3F29" w:rsidRPr="00F95636"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9C03BB" w14:textId="77777777" w:rsidR="008157AB" w:rsidRDefault="008157AB" w:rsidP="002E3F29">
      <w:pPr>
        <w:spacing w:after="0" w:line="240" w:lineRule="auto"/>
      </w:pPr>
      <w:r>
        <w:separator/>
      </w:r>
    </w:p>
  </w:endnote>
  <w:endnote w:type="continuationSeparator" w:id="0">
    <w:p w14:paraId="58154FA5" w14:textId="77777777" w:rsidR="008157AB" w:rsidRDefault="008157AB"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286049" w14:textId="77777777" w:rsidR="008157AB" w:rsidRDefault="008157AB" w:rsidP="002E3F29">
      <w:pPr>
        <w:spacing w:after="0" w:line="240" w:lineRule="auto"/>
      </w:pPr>
      <w:r>
        <w:separator/>
      </w:r>
    </w:p>
  </w:footnote>
  <w:footnote w:type="continuationSeparator" w:id="0">
    <w:p w14:paraId="33171183" w14:textId="77777777" w:rsidR="008157AB" w:rsidRDefault="008157AB"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5DFB4572" w:rsidR="002E3F29" w:rsidRPr="008B23FF" w:rsidRDefault="0039657B" w:rsidP="002E3F29">
    <w:pPr>
      <w:pStyle w:val="Title"/>
      <w:rPr>
        <w:color w:val="FFFFFF" w:themeColor="background1"/>
      </w:rPr>
    </w:pPr>
    <w:r>
      <w:rPr>
        <w:color w:val="FFFFFF" w:themeColor="background1"/>
      </w:rPr>
      <w:t>Wereldwijde hackershunt</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40F65EE0"/>
    <w:multiLevelType w:val="hybridMultilevel"/>
    <w:tmpl w:val="9D540766"/>
    <w:lvl w:ilvl="0" w:tplc="FA36902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38681265">
    <w:abstractNumId w:val="0"/>
  </w:num>
  <w:num w:numId="2" w16cid:durableId="219034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D0740"/>
    <w:rsid w:val="000E11F6"/>
    <w:rsid w:val="001068AA"/>
    <w:rsid w:val="002E3F29"/>
    <w:rsid w:val="00302AD2"/>
    <w:rsid w:val="0039657B"/>
    <w:rsid w:val="004B306B"/>
    <w:rsid w:val="004F1D93"/>
    <w:rsid w:val="005153E6"/>
    <w:rsid w:val="005837D4"/>
    <w:rsid w:val="005E31B0"/>
    <w:rsid w:val="00656311"/>
    <w:rsid w:val="006A146B"/>
    <w:rsid w:val="006A25F9"/>
    <w:rsid w:val="00724A1A"/>
    <w:rsid w:val="00790541"/>
    <w:rsid w:val="008157AB"/>
    <w:rsid w:val="00835635"/>
    <w:rsid w:val="00863A2B"/>
    <w:rsid w:val="00885977"/>
    <w:rsid w:val="008D301C"/>
    <w:rsid w:val="00940BE5"/>
    <w:rsid w:val="009839E5"/>
    <w:rsid w:val="00A15E9C"/>
    <w:rsid w:val="00A61FF3"/>
    <w:rsid w:val="00CC37B9"/>
    <w:rsid w:val="00D87CCA"/>
    <w:rsid w:val="00E22FF8"/>
    <w:rsid w:val="00EF4AA1"/>
    <w:rsid w:val="00F236FC"/>
    <w:rsid w:val="00F9471A"/>
    <w:rsid w:val="00F9563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1</TotalTime>
  <Pages>1</Pages>
  <Words>182</Words>
  <Characters>1040</Characters>
  <Application>Microsoft Office Word</Application>
  <DocSecurity>0</DocSecurity>
  <Lines>8</Lines>
  <Paragraphs>2</Paragraphs>
  <ScaleCrop>false</ScaleCrop>
  <Company/>
  <LinksUpToDate>false</LinksUpToDate>
  <CharactersWithSpaces>1220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2025-09-05T09:10:00Z</cp:lastPrinted>
  <dcterms:created xsi:type="dcterms:W3CDTF">2025-09-05T09:10:00Z</dcterms:created>
  <dcterms:modified xsi:type="dcterms:W3CDTF">2025-09-05T09:10:00Z</dcterms:modified>
</cp:coreProperties>
</file>